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D05" w:rsidRDefault="00CA2D05" w:rsidP="006B243F"/>
    <w:p w:rsidR="00581E9D" w:rsidRPr="00D63DA9" w:rsidRDefault="00D63DA9" w:rsidP="006B243F">
      <w:pPr>
        <w:rPr>
          <w:rFonts w:cs="Arial"/>
          <w:b/>
          <w:sz w:val="28"/>
          <w:szCs w:val="28"/>
        </w:rPr>
      </w:pPr>
      <w:r w:rsidRPr="00D63DA9">
        <w:rPr>
          <w:rFonts w:cs="Arial"/>
          <w:b/>
          <w:sz w:val="28"/>
          <w:szCs w:val="28"/>
        </w:rPr>
        <w:t>Anleitung</w:t>
      </w:r>
      <w:r w:rsidR="00B20080">
        <w:rPr>
          <w:rFonts w:cs="Arial"/>
          <w:b/>
          <w:sz w:val="28"/>
          <w:szCs w:val="28"/>
        </w:rPr>
        <w:t xml:space="preserve"> Firefox mit dem richtigen Profil verbinden und starten</w:t>
      </w:r>
    </w:p>
    <w:p w:rsidR="00D63DA9" w:rsidRDefault="00D63DA9" w:rsidP="006B243F">
      <w:pPr>
        <w:rPr>
          <w:rFonts w:cs="Arial"/>
          <w:szCs w:val="24"/>
        </w:rPr>
      </w:pPr>
    </w:p>
    <w:p w:rsidR="00D63DA9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Um zu schauen mit welchem Profil Firefox startet </w:t>
      </w:r>
      <w:r w:rsidR="00DE52DF">
        <w:rPr>
          <w:rFonts w:cs="Arial"/>
          <w:szCs w:val="24"/>
        </w:rPr>
        <w:t>müssen wir ihn mit dem sog. P</w:t>
      </w:r>
      <w:r>
        <w:rPr>
          <w:rFonts w:cs="Arial"/>
          <w:szCs w:val="24"/>
        </w:rPr>
        <w:t>rofilmanager starten und das geht so:</w:t>
      </w:r>
    </w:p>
    <w:p w:rsidR="0085790B" w:rsidRDefault="0085790B" w:rsidP="006B243F">
      <w:pPr>
        <w:rPr>
          <w:rFonts w:cs="Arial"/>
          <w:szCs w:val="24"/>
        </w:rPr>
      </w:pP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Schauen Sie auf dem Desktop nach dem Firefox-Symbol </w:t>
      </w:r>
      <w:r>
        <w:rPr>
          <w:noProof/>
        </w:rPr>
        <w:drawing>
          <wp:inline distT="0" distB="0" distL="0" distR="0" wp14:anchorId="599A02BD" wp14:editId="096B44FF">
            <wp:extent cx="819048" cy="666667"/>
            <wp:effectExtent l="0" t="0" r="635" b="63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Klicken Sie mit der rechten Maustaste auf das Symbol und dann auf </w:t>
      </w:r>
    </w:p>
    <w:p w:rsidR="0085790B" w:rsidRDefault="0085790B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0BFD640B" wp14:editId="2A35E26A">
            <wp:extent cx="1438095" cy="257143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8095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90B" w:rsidRDefault="0085790B" w:rsidP="006B243F">
      <w:pPr>
        <w:rPr>
          <w:rFonts w:cs="Arial"/>
          <w:szCs w:val="24"/>
        </w:rPr>
      </w:pPr>
    </w:p>
    <w:p w:rsidR="00B20080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>Diese evtl. Meldung bestätigen Sie mit JA</w:t>
      </w:r>
    </w:p>
    <w:p w:rsidR="0085790B" w:rsidRDefault="0085790B" w:rsidP="006B243F">
      <w:pPr>
        <w:rPr>
          <w:rFonts w:cs="Arial"/>
          <w:szCs w:val="24"/>
        </w:rPr>
      </w:pPr>
    </w:p>
    <w:p w:rsidR="0085790B" w:rsidRDefault="0085790B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527EF81" wp14:editId="51928ADA">
            <wp:extent cx="4095238" cy="1200000"/>
            <wp:effectExtent l="0" t="0" r="635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238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90B" w:rsidRDefault="0085790B" w:rsidP="006B243F">
      <w:pPr>
        <w:rPr>
          <w:rFonts w:cs="Arial"/>
          <w:szCs w:val="24"/>
        </w:rPr>
      </w:pP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>Nun haben Sie zwei Firefox-Symbole auf dem Desktop.</w:t>
      </w: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>Klicken Sie eines davon mit der linken Maustaste an, dann Rechtsklick und dann auf</w:t>
      </w:r>
    </w:p>
    <w:p w:rsidR="0085790B" w:rsidRDefault="0085790B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2521FC91" wp14:editId="58CE175E">
            <wp:extent cx="1323810" cy="27619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90B" w:rsidRDefault="0085790B" w:rsidP="006B243F">
      <w:pPr>
        <w:rPr>
          <w:rFonts w:cs="Arial"/>
          <w:szCs w:val="24"/>
        </w:rPr>
      </w:pP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Am nächsten Fenster tippen Sie die Taste </w:t>
      </w:r>
      <w:proofErr w:type="spellStart"/>
      <w:r>
        <w:rPr>
          <w:rFonts w:cs="Arial"/>
          <w:szCs w:val="24"/>
        </w:rPr>
        <w:t>nach Rechts</w:t>
      </w:r>
      <w:proofErr w:type="spellEnd"/>
      <w:r>
        <w:rPr>
          <w:rFonts w:cs="Arial"/>
          <w:szCs w:val="24"/>
        </w:rPr>
        <w:t xml:space="preserve"> oder die Taste ENDE an</w:t>
      </w:r>
    </w:p>
    <w:p w:rsidR="0085790B" w:rsidRDefault="0085790B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332798EC" wp14:editId="14DE2054">
            <wp:extent cx="3742857" cy="2114286"/>
            <wp:effectExtent l="0" t="0" r="0" b="63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2857" cy="2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(oder klicken Sie ganz hinten hinter dem letzten Buchstaben mit der Maus) </w:t>
      </w: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>Schreiben Sie dann den Text –p (also einen Bindestrich und direkt danach einen kleinen p)</w:t>
      </w:r>
    </w:p>
    <w:p w:rsidR="0085790B" w:rsidRDefault="0085790B" w:rsidP="006B243F">
      <w:pPr>
        <w:rPr>
          <w:rFonts w:cs="Arial"/>
          <w:szCs w:val="24"/>
        </w:rPr>
      </w:pPr>
    </w:p>
    <w:p w:rsidR="0085790B" w:rsidRDefault="0085790B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745FA277" wp14:editId="60D71496">
            <wp:extent cx="3552381" cy="428571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52381" cy="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90B" w:rsidRDefault="0085790B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85790B" w:rsidRDefault="0085790B" w:rsidP="006B243F">
      <w:pPr>
        <w:rPr>
          <w:rFonts w:cs="Arial"/>
          <w:szCs w:val="24"/>
        </w:rPr>
      </w:pP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>Dadurch wird an den Aufruf der Parameter –p gehängt der den Profilmanager startet</w:t>
      </w: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Klicken Sie dann noch einmal mit links auf das Symbol, dann Rechtsklick und </w:t>
      </w:r>
      <w:r>
        <w:rPr>
          <w:noProof/>
        </w:rPr>
        <w:drawing>
          <wp:inline distT="0" distB="0" distL="0" distR="0" wp14:anchorId="26C93EA6" wp14:editId="48416615">
            <wp:extent cx="876190" cy="228571"/>
            <wp:effectExtent l="0" t="0" r="635" b="63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6190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90B" w:rsidRDefault="0085790B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Ergänzen Sie den Text um „mit Profilmanager </w:t>
      </w:r>
      <w:proofErr w:type="spellStart"/>
      <w:r>
        <w:rPr>
          <w:rFonts w:cs="Arial"/>
          <w:szCs w:val="24"/>
        </w:rPr>
        <w:t>starten“</w:t>
      </w:r>
    </w:p>
    <w:p w:rsidR="0085790B" w:rsidRDefault="0085790B" w:rsidP="006B243F">
      <w:pPr>
        <w:rPr>
          <w:rFonts w:cs="Arial"/>
          <w:szCs w:val="24"/>
        </w:rPr>
      </w:pPr>
      <w:proofErr w:type="spellEnd"/>
      <w:r>
        <w:rPr>
          <w:rFonts w:cs="Arial"/>
          <w:szCs w:val="24"/>
        </w:rPr>
        <w:t>Dann drücken Sie die ENTER-Taste</w:t>
      </w:r>
      <w:r>
        <w:rPr>
          <w:rFonts w:cs="Arial"/>
          <w:szCs w:val="24"/>
        </w:rPr>
        <w:t>, jetzt wird das Symbol umbenannt, so</w:t>
      </w:r>
    </w:p>
    <w:p w:rsidR="0085790B" w:rsidRDefault="0085790B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63235C24" wp14:editId="167F0E9A">
            <wp:extent cx="1161905" cy="961905"/>
            <wp:effectExtent l="0" t="0" r="63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1905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4"/>
        </w:rPr>
        <w:t xml:space="preserve"> </w:t>
      </w:r>
    </w:p>
    <w:p w:rsidR="0085790B" w:rsidRDefault="0085790B" w:rsidP="006B243F">
      <w:pPr>
        <w:rPr>
          <w:rFonts w:cs="Arial"/>
          <w:szCs w:val="24"/>
        </w:rPr>
      </w:pPr>
    </w:p>
    <w:p w:rsidR="0085790B" w:rsidRDefault="00566655" w:rsidP="006B243F">
      <w:pPr>
        <w:rPr>
          <w:rFonts w:cs="Arial"/>
          <w:szCs w:val="24"/>
        </w:rPr>
      </w:pPr>
      <w:r>
        <w:rPr>
          <w:rFonts w:cs="Arial"/>
          <w:szCs w:val="24"/>
        </w:rPr>
        <w:t>Klicken Sie dann doppelt auf dieses neue Symbol</w:t>
      </w:r>
    </w:p>
    <w:p w:rsidR="00566655" w:rsidRDefault="00566655" w:rsidP="006B243F">
      <w:pPr>
        <w:rPr>
          <w:rFonts w:cs="Arial"/>
          <w:szCs w:val="24"/>
        </w:rPr>
      </w:pPr>
      <w:r>
        <w:rPr>
          <w:rFonts w:cs="Arial"/>
          <w:szCs w:val="24"/>
        </w:rPr>
        <w:t>Dadurch wird Firefox mit der Profilauswahl gestartet, so</w:t>
      </w:r>
    </w:p>
    <w:p w:rsidR="00566655" w:rsidRDefault="00046428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BD20CB4" wp14:editId="0275874A">
            <wp:extent cx="2867025" cy="2463219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70541" cy="24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6655" w:rsidRDefault="00566655" w:rsidP="006B243F">
      <w:pPr>
        <w:rPr>
          <w:rFonts w:cs="Arial"/>
          <w:szCs w:val="24"/>
        </w:rPr>
      </w:pPr>
    </w:p>
    <w:p w:rsidR="00566655" w:rsidRDefault="00566655" w:rsidP="006B243F">
      <w:pPr>
        <w:rPr>
          <w:rFonts w:cs="Arial"/>
          <w:szCs w:val="24"/>
        </w:rPr>
      </w:pPr>
      <w:r>
        <w:rPr>
          <w:rFonts w:cs="Arial"/>
          <w:szCs w:val="24"/>
        </w:rPr>
        <w:t>Hier werden die jeweiligen Profile verwaltet</w:t>
      </w:r>
      <w:r w:rsidR="00DE52DF">
        <w:rPr>
          <w:rFonts w:cs="Arial"/>
          <w:szCs w:val="24"/>
        </w:rPr>
        <w:t>. Wenn Sie mit der Maus auf die Profilnamen zeigen, wird der Speicherort als Pfad angezeigt, so</w:t>
      </w:r>
    </w:p>
    <w:p w:rsidR="00DE52DF" w:rsidRDefault="00DE52DF" w:rsidP="006B243F">
      <w:pPr>
        <w:rPr>
          <w:rFonts w:cs="Arial"/>
          <w:szCs w:val="24"/>
        </w:rPr>
      </w:pPr>
    </w:p>
    <w:p w:rsidR="00566655" w:rsidRDefault="00046428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25B447DA" wp14:editId="0CE1ED10">
            <wp:extent cx="5000625" cy="2692978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008539" cy="269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</w:p>
    <w:p w:rsidR="00DE52DF" w:rsidRDefault="00DE52DF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566655" w:rsidRDefault="00566655" w:rsidP="006B243F">
      <w:pPr>
        <w:rPr>
          <w:rFonts w:cs="Arial"/>
          <w:szCs w:val="24"/>
        </w:rPr>
      </w:pPr>
    </w:p>
    <w:p w:rsidR="00E709D1" w:rsidRDefault="00E709D1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Hier im Beispiel wird also das Profil </w:t>
      </w:r>
      <w:r w:rsidR="00046428">
        <w:rPr>
          <w:rFonts w:cs="Arial"/>
          <w:szCs w:val="24"/>
        </w:rPr>
        <w:t>ERSTER</w:t>
      </w:r>
      <w:r>
        <w:rPr>
          <w:rFonts w:cs="Arial"/>
          <w:szCs w:val="24"/>
        </w:rPr>
        <w:t xml:space="preserve">BENUTZER-D aufgerufen und der Pfad für das Profil liegt nun im Beispiel </w:t>
      </w:r>
      <w:proofErr w:type="spellStart"/>
      <w:r>
        <w:rPr>
          <w:rFonts w:cs="Arial"/>
          <w:szCs w:val="24"/>
        </w:rPr>
        <w:t>unter:</w:t>
      </w:r>
    </w:p>
    <w:p w:rsidR="00DE52DF" w:rsidRDefault="00E709D1" w:rsidP="006B243F">
      <w:pPr>
        <w:rPr>
          <w:rFonts w:cs="Arial"/>
          <w:szCs w:val="24"/>
        </w:rPr>
      </w:pPr>
      <w:proofErr w:type="spellEnd"/>
      <w:r>
        <w:rPr>
          <w:rFonts w:cs="Arial"/>
          <w:szCs w:val="24"/>
        </w:rPr>
        <w:t>D:\Eigene Dateien\</w:t>
      </w:r>
      <w:proofErr w:type="spellStart"/>
      <w:r>
        <w:rPr>
          <w:rFonts w:cs="Arial"/>
          <w:szCs w:val="24"/>
        </w:rPr>
        <w:t>Documents</w:t>
      </w:r>
      <w:proofErr w:type="spellEnd"/>
      <w:r>
        <w:rPr>
          <w:rFonts w:cs="Arial"/>
          <w:szCs w:val="24"/>
        </w:rPr>
        <w:t>\Firefox\</w:t>
      </w:r>
      <w:proofErr w:type="spellStart"/>
      <w:r>
        <w:rPr>
          <w:rFonts w:cs="Arial"/>
          <w:szCs w:val="24"/>
        </w:rPr>
        <w:t>Profiles</w:t>
      </w:r>
      <w:proofErr w:type="spellEnd"/>
      <w:r>
        <w:rPr>
          <w:rFonts w:cs="Arial"/>
          <w:szCs w:val="24"/>
        </w:rPr>
        <w:t>\Profildaten\ERSTERBENUTZER</w:t>
      </w:r>
    </w:p>
    <w:p w:rsidR="00E709D1" w:rsidRDefault="00E709D1" w:rsidP="006B243F">
      <w:pPr>
        <w:rPr>
          <w:rFonts w:cs="Arial"/>
          <w:szCs w:val="24"/>
        </w:rPr>
      </w:pPr>
    </w:p>
    <w:p w:rsidR="00E709D1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>Wenn nun dieses Profil nicht gefunden wird, dann kommt es zu dieser Fehlermeldung</w:t>
      </w:r>
    </w:p>
    <w:p w:rsidR="00046428" w:rsidRDefault="00046428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36798EDC" wp14:editId="3D82F0DB">
            <wp:extent cx="5647619" cy="1114286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47619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>Prüfen Sie nun ob das Profil sich dort auch befindet.</w:t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>Ansonsten binden Sie das vorhandene Profil bitte neu ein.</w:t>
      </w:r>
    </w:p>
    <w:p w:rsidR="00E709D1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>Klicken Sie dazu bitte auf [Profil erstellen], so</w:t>
      </w:r>
    </w:p>
    <w:p w:rsidR="00046428" w:rsidRDefault="00046428" w:rsidP="006B243F">
      <w:pPr>
        <w:rPr>
          <w:rFonts w:cs="Arial"/>
          <w:szCs w:val="24"/>
        </w:rPr>
      </w:pPr>
    </w:p>
    <w:p w:rsidR="00E709D1" w:rsidRDefault="00046428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52954192" wp14:editId="2430B473">
            <wp:extent cx="3438095" cy="2942857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38095" cy="2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C2D" w:rsidRDefault="00954C2D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bookmarkStart w:id="0" w:name="_GoBack"/>
      <w:bookmarkEnd w:id="0"/>
      <w:r>
        <w:rPr>
          <w:rFonts w:cs="Arial"/>
          <w:szCs w:val="24"/>
        </w:rPr>
        <w:t xml:space="preserve">Dann </w:t>
      </w:r>
      <w:r>
        <w:rPr>
          <w:noProof/>
        </w:rPr>
        <w:drawing>
          <wp:inline distT="0" distB="0" distL="0" distR="0" wp14:anchorId="2C8923E9" wp14:editId="61130F65">
            <wp:extent cx="619048" cy="257143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Hier geben Sie bitte den neuen eigenen Profilnamen ein, im Beispiel </w:t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>ZWEITERBENUTZER-D</w:t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77D3C687" wp14:editId="09F54EF4">
            <wp:extent cx="5114286" cy="4333333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114286" cy="43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und klicken Sie </w:t>
      </w:r>
      <w:proofErr w:type="spellStart"/>
      <w:r>
        <w:rPr>
          <w:rFonts w:cs="Arial"/>
          <w:szCs w:val="24"/>
        </w:rPr>
        <w:t>dan</w:t>
      </w:r>
      <w:proofErr w:type="spellEnd"/>
      <w:r>
        <w:rPr>
          <w:rFonts w:cs="Arial"/>
          <w:szCs w:val="24"/>
        </w:rPr>
        <w:t xml:space="preserve"> auf </w:t>
      </w:r>
      <w:r>
        <w:rPr>
          <w:noProof/>
        </w:rPr>
        <w:drawing>
          <wp:inline distT="0" distB="0" distL="0" distR="0" wp14:anchorId="05DDEE74" wp14:editId="12FE889B">
            <wp:extent cx="933333" cy="228571"/>
            <wp:effectExtent l="0" t="0" r="635" b="63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33333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>Dann navigieren Sie dorthin wo das neue Profil liegt (oder wo es liegen soll)</w:t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Also in unserem Beispiel, klicken Sie auf </w:t>
      </w:r>
      <w:r>
        <w:rPr>
          <w:noProof/>
        </w:rPr>
        <w:drawing>
          <wp:inline distT="0" distB="0" distL="0" distR="0" wp14:anchorId="3E54A6B0" wp14:editId="3F3F48A7">
            <wp:extent cx="1133333" cy="209524"/>
            <wp:effectExtent l="0" t="0" r="0" b="63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147E5507" wp14:editId="5E65D4AD">
            <wp:extent cx="1380952" cy="2609524"/>
            <wp:effectExtent l="0" t="0" r="0" b="63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80952" cy="2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4"/>
        </w:rPr>
        <w:br w:type="page"/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dann doppelt auf </w:t>
      </w:r>
      <w:r>
        <w:rPr>
          <w:noProof/>
        </w:rPr>
        <w:drawing>
          <wp:inline distT="0" distB="0" distL="0" distR="0" wp14:anchorId="51E9DA62" wp14:editId="27EE651F">
            <wp:extent cx="1742857" cy="257143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dann doppelt auf </w:t>
      </w:r>
      <w:r>
        <w:rPr>
          <w:noProof/>
        </w:rPr>
        <w:drawing>
          <wp:inline distT="0" distB="0" distL="0" distR="0" wp14:anchorId="4B085863" wp14:editId="4BC1CF9C">
            <wp:extent cx="1038095" cy="257143"/>
            <wp:effectExtent l="0" t="0" r="0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38095" cy="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dann doppelt auf  </w:t>
      </w:r>
      <w:r>
        <w:rPr>
          <w:noProof/>
        </w:rPr>
        <w:drawing>
          <wp:inline distT="0" distB="0" distL="0" distR="0" wp14:anchorId="6F2DA21B" wp14:editId="08209241">
            <wp:extent cx="695238" cy="247619"/>
            <wp:effectExtent l="0" t="0" r="0" b="63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95238" cy="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dann doppelt auf </w:t>
      </w:r>
      <w:r>
        <w:rPr>
          <w:noProof/>
        </w:rPr>
        <w:drawing>
          <wp:inline distT="0" distB="0" distL="0" distR="0" wp14:anchorId="787C97CD" wp14:editId="284A9AE5">
            <wp:extent cx="761905" cy="209524"/>
            <wp:effectExtent l="0" t="0" r="635" b="63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61905" cy="2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dann doppelt auf </w:t>
      </w:r>
      <w:r>
        <w:rPr>
          <w:noProof/>
        </w:rPr>
        <w:drawing>
          <wp:inline distT="0" distB="0" distL="0" distR="0" wp14:anchorId="44744F14" wp14:editId="15BE96AC">
            <wp:extent cx="819048" cy="180952"/>
            <wp:effectExtent l="0" t="0" r="635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19048" cy="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und dann auf das gesuchte Profil doppelt, hier im Beispiel </w:t>
      </w:r>
      <w:r>
        <w:rPr>
          <w:noProof/>
        </w:rPr>
        <w:drawing>
          <wp:inline distT="0" distB="0" distL="0" distR="0" wp14:anchorId="15802A49" wp14:editId="5F07C25B">
            <wp:extent cx="1295238" cy="200000"/>
            <wp:effectExtent l="0" t="0" r="63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und noch auf </w:t>
      </w:r>
      <w:r>
        <w:rPr>
          <w:noProof/>
        </w:rPr>
        <w:drawing>
          <wp:inline distT="0" distB="0" distL="0" distR="0" wp14:anchorId="19DD4A5B" wp14:editId="74C48AFB">
            <wp:extent cx="1266667" cy="171429"/>
            <wp:effectExtent l="0" t="0" r="0" b="635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und zuletzt noch auf </w:t>
      </w:r>
      <w:r>
        <w:rPr>
          <w:noProof/>
        </w:rPr>
        <w:drawing>
          <wp:inline distT="0" distB="0" distL="0" distR="0" wp14:anchorId="038D7CDD" wp14:editId="07D3D1E8">
            <wp:extent cx="733333" cy="219048"/>
            <wp:effectExtent l="0" t="0" r="0" b="0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33333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rFonts w:cs="Arial"/>
          <w:szCs w:val="24"/>
        </w:rPr>
        <w:t>Nun wird das neu Profil eingebunden und fest ausgewählt</w:t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060E0B86" wp14:editId="6D11D192">
            <wp:extent cx="3333333" cy="2838095"/>
            <wp:effectExtent l="0" t="0" r="635" b="635"/>
            <wp:docPr id="31" name="Grafi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333333" cy="2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046428">
      <w:pPr>
        <w:rPr>
          <w:rFonts w:cs="Arial"/>
          <w:szCs w:val="24"/>
        </w:rPr>
      </w:pPr>
      <w:r>
        <w:rPr>
          <w:rFonts w:cs="Arial"/>
          <w:szCs w:val="24"/>
        </w:rPr>
        <w:t xml:space="preserve">Wenn man nun auf </w:t>
      </w:r>
      <w:r>
        <w:rPr>
          <w:noProof/>
        </w:rPr>
        <w:drawing>
          <wp:inline distT="0" distB="0" distL="0" distR="0" wp14:anchorId="7C8C9061" wp14:editId="378BC9EE">
            <wp:extent cx="838095" cy="228571"/>
            <wp:effectExtent l="0" t="0" r="635" b="635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38095" cy="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4"/>
        </w:rPr>
        <w:t xml:space="preserve"> klickt dann startet Firefox eben mit diesem neuen Profil</w:t>
      </w:r>
    </w:p>
    <w:p w:rsidR="00046428" w:rsidRDefault="00046428" w:rsidP="006B243F">
      <w:pPr>
        <w:rPr>
          <w:rFonts w:cs="Arial"/>
          <w:szCs w:val="24"/>
        </w:rPr>
      </w:pPr>
    </w:p>
    <w:p w:rsidR="00046428" w:rsidRDefault="00046428" w:rsidP="006B243F">
      <w:pPr>
        <w:rPr>
          <w:rFonts w:cs="Arial"/>
          <w:szCs w:val="24"/>
        </w:rPr>
      </w:pPr>
    </w:p>
    <w:p w:rsidR="006735A7" w:rsidRDefault="006735A7" w:rsidP="006B243F">
      <w:pPr>
        <w:rPr>
          <w:rFonts w:cs="Arial"/>
          <w:szCs w:val="24"/>
        </w:rPr>
      </w:pPr>
    </w:p>
    <w:p w:rsidR="006735A7" w:rsidRDefault="006735A7">
      <w:pPr>
        <w:rPr>
          <w:rFonts w:cs="Arial"/>
          <w:szCs w:val="24"/>
        </w:rPr>
      </w:pPr>
      <w:r>
        <w:rPr>
          <w:rFonts w:cs="Arial"/>
          <w:szCs w:val="24"/>
        </w:rPr>
        <w:br w:type="page"/>
      </w:r>
    </w:p>
    <w:p w:rsidR="006735A7" w:rsidRDefault="006735A7" w:rsidP="006B243F">
      <w:pPr>
        <w:rPr>
          <w:rFonts w:cs="Arial"/>
          <w:szCs w:val="24"/>
        </w:rPr>
      </w:pPr>
    </w:p>
    <w:p w:rsidR="006735A7" w:rsidRDefault="006735A7" w:rsidP="006B243F">
      <w:pPr>
        <w:rPr>
          <w:rFonts w:cs="Arial"/>
          <w:szCs w:val="24"/>
        </w:rPr>
      </w:pPr>
      <w:r>
        <w:rPr>
          <w:rFonts w:cs="Arial"/>
          <w:szCs w:val="24"/>
        </w:rPr>
        <w:t>In Firefox kann man nun den Profilordner überprüfen, das geht über den Menübefehl [Hilfe]</w:t>
      </w:r>
    </w:p>
    <w:p w:rsidR="006735A7" w:rsidRDefault="006735A7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dann bei </w:t>
      </w:r>
      <w:r>
        <w:rPr>
          <w:noProof/>
        </w:rPr>
        <w:drawing>
          <wp:inline distT="0" distB="0" distL="0" distR="0" wp14:anchorId="2F053223" wp14:editId="2B663FBF">
            <wp:extent cx="1857143" cy="200000"/>
            <wp:effectExtent l="0" t="0" r="0" b="0"/>
            <wp:docPr id="36" name="Grafi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857143" cy="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4"/>
        </w:rPr>
        <w:t>, so</w:t>
      </w:r>
    </w:p>
    <w:p w:rsidR="006735A7" w:rsidRDefault="006735A7" w:rsidP="006B243F">
      <w:pPr>
        <w:rPr>
          <w:rFonts w:cs="Arial"/>
          <w:szCs w:val="24"/>
        </w:rPr>
      </w:pPr>
    </w:p>
    <w:p w:rsidR="00046428" w:rsidRDefault="006735A7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70CC2CA4" wp14:editId="45EF6877">
            <wp:extent cx="5850890" cy="2232025"/>
            <wp:effectExtent l="0" t="0" r="0" b="0"/>
            <wp:docPr id="34" name="Grafi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5A7" w:rsidRDefault="006735A7" w:rsidP="006B243F">
      <w:pPr>
        <w:rPr>
          <w:rFonts w:cs="Arial"/>
          <w:szCs w:val="24"/>
        </w:rPr>
      </w:pPr>
    </w:p>
    <w:p w:rsidR="006735A7" w:rsidRDefault="006735A7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Im </w:t>
      </w:r>
      <w:proofErr w:type="spellStart"/>
      <w:r>
        <w:rPr>
          <w:rFonts w:cs="Arial"/>
          <w:szCs w:val="24"/>
        </w:rPr>
        <w:t>nächtsten</w:t>
      </w:r>
      <w:proofErr w:type="spellEnd"/>
      <w:r>
        <w:rPr>
          <w:rFonts w:cs="Arial"/>
          <w:szCs w:val="24"/>
        </w:rPr>
        <w:t xml:space="preserve"> Fenster bitte auf </w:t>
      </w:r>
      <w:r>
        <w:rPr>
          <w:noProof/>
        </w:rPr>
        <w:drawing>
          <wp:inline distT="0" distB="0" distL="0" distR="0" wp14:anchorId="7CF9930D" wp14:editId="37309D65">
            <wp:extent cx="790476" cy="238095"/>
            <wp:effectExtent l="0" t="0" r="0" b="0"/>
            <wp:docPr id="37" name="Grafi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90476" cy="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Cs w:val="24"/>
        </w:rPr>
        <w:t xml:space="preserve"> klicken</w:t>
      </w:r>
    </w:p>
    <w:p w:rsidR="006735A7" w:rsidRDefault="006735A7" w:rsidP="006B243F">
      <w:pPr>
        <w:rPr>
          <w:rFonts w:cs="Arial"/>
          <w:szCs w:val="24"/>
        </w:rPr>
      </w:pPr>
    </w:p>
    <w:p w:rsidR="006735A7" w:rsidRDefault="006735A7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79AA470D" wp14:editId="5C11B127">
            <wp:extent cx="3400000" cy="409524"/>
            <wp:effectExtent l="0" t="0" r="0" b="0"/>
            <wp:docPr id="38" name="Grafi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00000" cy="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5A7" w:rsidRDefault="006735A7" w:rsidP="006B243F">
      <w:pPr>
        <w:rPr>
          <w:rFonts w:cs="Arial"/>
          <w:szCs w:val="24"/>
        </w:rPr>
      </w:pPr>
    </w:p>
    <w:p w:rsidR="002F79ED" w:rsidRDefault="002F79ED" w:rsidP="006B243F">
      <w:pPr>
        <w:rPr>
          <w:rFonts w:cs="Arial"/>
          <w:szCs w:val="24"/>
        </w:rPr>
      </w:pPr>
      <w:r>
        <w:rPr>
          <w:rFonts w:cs="Arial"/>
          <w:szCs w:val="24"/>
        </w:rPr>
        <w:t>Hier wird der Profilpfad nun angezeigt</w:t>
      </w:r>
    </w:p>
    <w:p w:rsidR="006735A7" w:rsidRDefault="002F79ED" w:rsidP="006B243F">
      <w:pPr>
        <w:rPr>
          <w:rFonts w:cs="Arial"/>
          <w:szCs w:val="24"/>
        </w:rPr>
      </w:pPr>
      <w:r>
        <w:rPr>
          <w:noProof/>
        </w:rPr>
        <w:drawing>
          <wp:inline distT="0" distB="0" distL="0" distR="0" wp14:anchorId="2909C9BF" wp14:editId="0809F71D">
            <wp:extent cx="5850890" cy="382905"/>
            <wp:effectExtent l="0" t="0" r="0" b="0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82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9ED" w:rsidRDefault="002F79ED" w:rsidP="006B243F">
      <w:pPr>
        <w:rPr>
          <w:rFonts w:cs="Arial"/>
          <w:szCs w:val="24"/>
        </w:rPr>
      </w:pPr>
    </w:p>
    <w:p w:rsidR="006735A7" w:rsidRDefault="00D1076E" w:rsidP="006B243F">
      <w:pPr>
        <w:rPr>
          <w:rFonts w:cs="Arial"/>
          <w:szCs w:val="24"/>
        </w:rPr>
      </w:pPr>
      <w:r>
        <w:rPr>
          <w:rFonts w:cs="Arial"/>
          <w:szCs w:val="24"/>
        </w:rPr>
        <w:t>Über den Profilmanager kann man Firefox mit verschiedenen Profilen starten.</w:t>
      </w:r>
    </w:p>
    <w:p w:rsidR="00D1076E" w:rsidRDefault="00D1076E" w:rsidP="006B243F">
      <w:pPr>
        <w:rPr>
          <w:rFonts w:cs="Arial"/>
          <w:szCs w:val="24"/>
        </w:rPr>
      </w:pPr>
    </w:p>
    <w:p w:rsidR="00D1076E" w:rsidRDefault="00954C2D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In unseren Installationen </w:t>
      </w:r>
      <w:proofErr w:type="spellStart"/>
      <w:r>
        <w:rPr>
          <w:rFonts w:cs="Arial"/>
          <w:szCs w:val="24"/>
        </w:rPr>
        <w:t>heissen</w:t>
      </w:r>
      <w:proofErr w:type="spellEnd"/>
      <w:r>
        <w:rPr>
          <w:rFonts w:cs="Arial"/>
          <w:szCs w:val="24"/>
        </w:rPr>
        <w:t xml:space="preserve"> die Kunden-Profile immer gleich.</w:t>
      </w:r>
    </w:p>
    <w:p w:rsidR="00954C2D" w:rsidRDefault="00954C2D" w:rsidP="006B243F">
      <w:pPr>
        <w:rPr>
          <w:rFonts w:cs="Arial"/>
          <w:szCs w:val="24"/>
        </w:rPr>
      </w:pPr>
      <w:proofErr w:type="spellStart"/>
      <w:r>
        <w:rPr>
          <w:rFonts w:cs="Arial"/>
          <w:szCs w:val="24"/>
        </w:rPr>
        <w:t>Heisst</w:t>
      </w:r>
      <w:proofErr w:type="spellEnd"/>
      <w:r>
        <w:rPr>
          <w:rFonts w:cs="Arial"/>
          <w:szCs w:val="24"/>
        </w:rPr>
        <w:t xml:space="preserve"> der Kunde </w:t>
      </w:r>
      <w:proofErr w:type="spellStart"/>
      <w:r>
        <w:rPr>
          <w:rFonts w:cs="Arial"/>
          <w:szCs w:val="24"/>
        </w:rPr>
        <w:t>martin</w:t>
      </w:r>
      <w:proofErr w:type="spellEnd"/>
      <w:r>
        <w:rPr>
          <w:rFonts w:cs="Arial"/>
          <w:szCs w:val="24"/>
        </w:rPr>
        <w:t xml:space="preserve"> ist der Pfad immer</w:t>
      </w:r>
    </w:p>
    <w:p w:rsidR="00954C2D" w:rsidRDefault="00954C2D" w:rsidP="006B243F">
      <w:pPr>
        <w:rPr>
          <w:rFonts w:cs="Arial"/>
          <w:szCs w:val="24"/>
        </w:rPr>
      </w:pPr>
    </w:p>
    <w:p w:rsidR="006735A7" w:rsidRDefault="00954C2D" w:rsidP="006B243F">
      <w:pPr>
        <w:rPr>
          <w:rFonts w:cs="Arial"/>
          <w:szCs w:val="24"/>
        </w:rPr>
      </w:pPr>
      <w:r>
        <w:rPr>
          <w:rFonts w:cs="Arial"/>
          <w:szCs w:val="24"/>
        </w:rPr>
        <w:t>D:\Eigene Dateien\</w:t>
      </w:r>
      <w:proofErr w:type="spellStart"/>
      <w:r>
        <w:rPr>
          <w:rFonts w:cs="Arial"/>
          <w:szCs w:val="24"/>
        </w:rPr>
        <w:t>Documents</w:t>
      </w:r>
      <w:proofErr w:type="spellEnd"/>
      <w:r>
        <w:rPr>
          <w:rFonts w:cs="Arial"/>
          <w:szCs w:val="24"/>
        </w:rPr>
        <w:t>\Firefox\</w:t>
      </w:r>
      <w:proofErr w:type="spellStart"/>
      <w:r>
        <w:rPr>
          <w:rFonts w:cs="Arial"/>
          <w:szCs w:val="24"/>
        </w:rPr>
        <w:t>Profiles</w:t>
      </w:r>
      <w:proofErr w:type="spellEnd"/>
      <w:r>
        <w:rPr>
          <w:rFonts w:cs="Arial"/>
          <w:szCs w:val="24"/>
        </w:rPr>
        <w:t>\Profildaten\</w:t>
      </w:r>
      <w:r>
        <w:rPr>
          <w:rFonts w:cs="Arial"/>
          <w:szCs w:val="24"/>
        </w:rPr>
        <w:t>Martin</w:t>
      </w:r>
    </w:p>
    <w:p w:rsidR="00954C2D" w:rsidRDefault="00954C2D" w:rsidP="006B243F">
      <w:pPr>
        <w:rPr>
          <w:rFonts w:cs="Arial"/>
          <w:szCs w:val="24"/>
        </w:rPr>
      </w:pPr>
    </w:p>
    <w:p w:rsidR="00954C2D" w:rsidRDefault="00954C2D" w:rsidP="006B243F">
      <w:pPr>
        <w:rPr>
          <w:rFonts w:cs="Arial"/>
          <w:szCs w:val="24"/>
        </w:rPr>
      </w:pPr>
      <w:r>
        <w:rPr>
          <w:rFonts w:cs="Arial"/>
          <w:szCs w:val="24"/>
        </w:rPr>
        <w:t xml:space="preserve">Startet also Firefox mit o.a. Fehlermeldung immer prüfen oder Profilorder dort </w:t>
      </w:r>
      <w:proofErr w:type="spellStart"/>
      <w:r>
        <w:rPr>
          <w:rFonts w:cs="Arial"/>
          <w:szCs w:val="24"/>
        </w:rPr>
        <w:t>auc</w:t>
      </w:r>
      <w:proofErr w:type="spellEnd"/>
      <w:r>
        <w:rPr>
          <w:rFonts w:cs="Arial"/>
          <w:szCs w:val="24"/>
        </w:rPr>
        <w:t xml:space="preserve"> </w:t>
      </w:r>
      <w:proofErr w:type="spellStart"/>
      <w:r>
        <w:rPr>
          <w:rFonts w:cs="Arial"/>
          <w:szCs w:val="24"/>
        </w:rPr>
        <w:t>vorhadnen</w:t>
      </w:r>
      <w:proofErr w:type="spellEnd"/>
      <w:r>
        <w:rPr>
          <w:rFonts w:cs="Arial"/>
          <w:szCs w:val="24"/>
        </w:rPr>
        <w:t xml:space="preserve"> ist.</w:t>
      </w:r>
    </w:p>
    <w:p w:rsidR="00954C2D" w:rsidRDefault="00954C2D" w:rsidP="006B243F">
      <w:pPr>
        <w:rPr>
          <w:rFonts w:cs="Arial"/>
          <w:szCs w:val="24"/>
        </w:rPr>
      </w:pPr>
    </w:p>
    <w:sectPr w:rsidR="00954C2D" w:rsidSect="006543B3">
      <w:headerReference w:type="default" r:id="rId39"/>
      <w:footerReference w:type="default" r:id="rId40"/>
      <w:pgSz w:w="11907" w:h="16840"/>
      <w:pgMar w:top="510" w:right="1275" w:bottom="1134" w:left="1418" w:header="56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080" w:rsidRDefault="00B20080">
      <w:r>
        <w:separator/>
      </w:r>
    </w:p>
  </w:endnote>
  <w:endnote w:type="continuationSeparator" w:id="0">
    <w:p w:rsidR="00B20080" w:rsidRDefault="00B20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DF4" w:rsidRPr="00581E9D" w:rsidRDefault="000D2DF4">
    <w:pPr>
      <w:pStyle w:val="Fuzeile"/>
      <w:rPr>
        <w:sz w:val="16"/>
        <w:szCs w:val="16"/>
      </w:rPr>
    </w:pPr>
    <w:r>
      <w:rPr>
        <w:sz w:val="16"/>
        <w:szCs w:val="16"/>
      </w:rPr>
      <w:t xml:space="preserve">Seite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954C2D"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von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 w:rsidR="00954C2D">
      <w:rPr>
        <w:noProof/>
        <w:sz w:val="16"/>
        <w:szCs w:val="16"/>
      </w:rPr>
      <w:t>6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- </w:t>
    </w:r>
    <w:r w:rsidR="00D63DA9">
      <w:rPr>
        <w:sz w:val="16"/>
        <w:szCs w:val="16"/>
      </w:rPr>
      <w:fldChar w:fldCharType="begin"/>
    </w:r>
    <w:r w:rsidR="00D63DA9">
      <w:rPr>
        <w:sz w:val="16"/>
        <w:szCs w:val="16"/>
      </w:rPr>
      <w:instrText xml:space="preserve"> FILENAME   \* MERGEFORMAT </w:instrText>
    </w:r>
    <w:r w:rsidR="00D63DA9">
      <w:rPr>
        <w:sz w:val="16"/>
        <w:szCs w:val="16"/>
      </w:rPr>
      <w:fldChar w:fldCharType="separate"/>
    </w:r>
    <w:r w:rsidR="00B20080">
      <w:rPr>
        <w:noProof/>
        <w:sz w:val="16"/>
        <w:szCs w:val="16"/>
      </w:rPr>
      <w:t>Dokument2</w:t>
    </w:r>
    <w:r w:rsidR="00D63DA9">
      <w:rPr>
        <w:sz w:val="16"/>
        <w:szCs w:val="16"/>
      </w:rPr>
      <w:fldChar w:fldCharType="end"/>
    </w:r>
  </w:p>
  <w:p w:rsidR="000D2DF4" w:rsidRDefault="000D2DF4" w:rsidP="004E4198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080" w:rsidRDefault="00B20080">
      <w:r>
        <w:separator/>
      </w:r>
    </w:p>
  </w:footnote>
  <w:footnote w:type="continuationSeparator" w:id="0">
    <w:p w:rsidR="00B20080" w:rsidRDefault="00B20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DF4" w:rsidRPr="002563B9" w:rsidRDefault="000D2DF4" w:rsidP="006543B3">
    <w:pPr>
      <w:pBdr>
        <w:top w:val="single" w:sz="6" w:space="3" w:color="auto"/>
        <w:bottom w:val="single" w:sz="6" w:space="3" w:color="auto"/>
      </w:pBdr>
      <w:tabs>
        <w:tab w:val="left" w:pos="993"/>
      </w:tabs>
      <w:rPr>
        <w:rFonts w:cs="Arial"/>
        <w:spacing w:val="5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-5715</wp:posOffset>
          </wp:positionH>
          <wp:positionV relativeFrom="paragraph">
            <wp:posOffset>-9525</wp:posOffset>
          </wp:positionV>
          <wp:extent cx="657225" cy="683260"/>
          <wp:effectExtent l="0" t="0" r="9525" b="254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mallCaps/>
        <w:spacing w:val="60"/>
        <w:sz w:val="48"/>
      </w:rPr>
      <w:tab/>
    </w:r>
    <w:r w:rsidRPr="002563B9">
      <w:rPr>
        <w:rFonts w:cs="Arial"/>
        <w:b/>
        <w:smallCaps/>
        <w:spacing w:val="60"/>
      </w:rPr>
      <w:t>D</w:t>
    </w:r>
    <w:r w:rsidRPr="002563B9">
      <w:rPr>
        <w:rFonts w:cs="Arial"/>
        <w:smallCaps/>
        <w:spacing w:val="60"/>
      </w:rPr>
      <w:t xml:space="preserve">ietmar </w:t>
    </w:r>
    <w:r w:rsidRPr="002563B9">
      <w:rPr>
        <w:rFonts w:cs="Arial"/>
        <w:b/>
        <w:smallCaps/>
        <w:spacing w:val="60"/>
      </w:rPr>
      <w:t>W</w:t>
    </w:r>
    <w:r w:rsidRPr="002563B9">
      <w:rPr>
        <w:rFonts w:cs="Arial"/>
        <w:smallCaps/>
        <w:spacing w:val="60"/>
      </w:rPr>
      <w:t xml:space="preserve">alker - </w:t>
    </w:r>
    <w:r w:rsidRPr="002563B9">
      <w:rPr>
        <w:rFonts w:cs="Arial"/>
        <w:b/>
        <w:smallCaps/>
        <w:spacing w:val="60"/>
      </w:rPr>
      <w:t>P</w:t>
    </w:r>
    <w:r w:rsidRPr="002563B9">
      <w:rPr>
        <w:rFonts w:cs="Arial"/>
        <w:smallCaps/>
        <w:spacing w:val="60"/>
      </w:rPr>
      <w:t>C-</w:t>
    </w:r>
    <w:r w:rsidRPr="002563B9">
      <w:rPr>
        <w:rFonts w:cs="Arial"/>
        <w:b/>
        <w:smallCaps/>
        <w:spacing w:val="60"/>
      </w:rPr>
      <w:t>B</w:t>
    </w:r>
    <w:r w:rsidRPr="002563B9">
      <w:rPr>
        <w:rFonts w:cs="Arial"/>
        <w:smallCaps/>
        <w:spacing w:val="60"/>
      </w:rPr>
      <w:t>litzhelfer-</w:t>
    </w:r>
    <w:r w:rsidRPr="002563B9">
      <w:rPr>
        <w:rFonts w:cs="Arial"/>
        <w:b/>
        <w:smallCaps/>
        <w:spacing w:val="60"/>
      </w:rPr>
      <w:t>N</w:t>
    </w:r>
    <w:r w:rsidRPr="002563B9">
      <w:rPr>
        <w:rFonts w:cs="Arial"/>
        <w:smallCaps/>
        <w:spacing w:val="60"/>
      </w:rPr>
      <w:t>otdienst</w:t>
    </w:r>
    <w:r w:rsidRPr="002563B9">
      <w:rPr>
        <w:rFonts w:cs="Arial"/>
        <w:smallCaps/>
        <w:spacing w:val="60"/>
      </w:rPr>
      <w:br/>
    </w:r>
    <w:r w:rsidRPr="002563B9">
      <w:rPr>
        <w:rFonts w:cs="Arial"/>
        <w:b/>
        <w:spacing w:val="5"/>
      </w:rPr>
      <w:tab/>
      <w:t>N</w:t>
    </w:r>
    <w:r w:rsidRPr="002563B9">
      <w:rPr>
        <w:rFonts w:cs="Arial"/>
        <w:spacing w:val="5"/>
      </w:rPr>
      <w:t xml:space="preserve">ationalgasse 14 </w:t>
    </w:r>
    <w:r w:rsidRPr="002563B9">
      <w:rPr>
        <w:rFonts w:cs="Arial"/>
        <w:spacing w:val="5"/>
      </w:rPr>
      <w:fldChar w:fldCharType="begin"/>
    </w:r>
    <w:r w:rsidRPr="002563B9">
      <w:rPr>
        <w:rFonts w:cs="Arial"/>
        <w:spacing w:val="5"/>
      </w:rPr>
      <w:instrText>SYMBOL 183 \f "Symbol"</w:instrText>
    </w:r>
    <w:r w:rsidRPr="002563B9">
      <w:rPr>
        <w:rFonts w:cs="Arial"/>
        <w:spacing w:val="5"/>
      </w:rPr>
      <w:fldChar w:fldCharType="end"/>
    </w:r>
    <w:r w:rsidRPr="002563B9">
      <w:rPr>
        <w:rFonts w:cs="Arial"/>
        <w:spacing w:val="5"/>
      </w:rPr>
      <w:t xml:space="preserve"> </w:t>
    </w:r>
    <w:r w:rsidRPr="002563B9">
      <w:rPr>
        <w:rFonts w:cs="Arial"/>
        <w:b/>
        <w:spacing w:val="5"/>
      </w:rPr>
      <w:t>7</w:t>
    </w:r>
    <w:r w:rsidRPr="002563B9">
      <w:rPr>
        <w:rFonts w:cs="Arial"/>
        <w:spacing w:val="5"/>
      </w:rPr>
      <w:t>2124</w:t>
    </w:r>
    <w:r w:rsidRPr="002563B9">
      <w:rPr>
        <w:rFonts w:cs="Arial"/>
        <w:b/>
        <w:spacing w:val="5"/>
      </w:rPr>
      <w:t xml:space="preserve"> </w:t>
    </w:r>
    <w:proofErr w:type="spellStart"/>
    <w:r w:rsidRPr="002563B9">
      <w:rPr>
        <w:rFonts w:cs="Arial"/>
        <w:b/>
        <w:spacing w:val="5"/>
      </w:rPr>
      <w:t>P</w:t>
    </w:r>
    <w:r w:rsidRPr="002563B9">
      <w:rPr>
        <w:rFonts w:cs="Arial"/>
        <w:spacing w:val="5"/>
      </w:rPr>
      <w:t>liezhausen</w:t>
    </w:r>
    <w:proofErr w:type="spellEnd"/>
    <w:r w:rsidRPr="002563B9">
      <w:rPr>
        <w:rFonts w:cs="Arial"/>
        <w:spacing w:val="5"/>
      </w:rPr>
      <w:t xml:space="preserve"> </w:t>
    </w:r>
    <w:r w:rsidRPr="002563B9">
      <w:rPr>
        <w:rFonts w:cs="Arial"/>
        <w:spacing w:val="5"/>
      </w:rPr>
      <w:fldChar w:fldCharType="begin"/>
    </w:r>
    <w:r w:rsidRPr="002563B9">
      <w:rPr>
        <w:rFonts w:cs="Arial"/>
        <w:spacing w:val="5"/>
      </w:rPr>
      <w:instrText>SYMBOL 183 \f "Symbol"</w:instrText>
    </w:r>
    <w:r w:rsidRPr="002563B9">
      <w:rPr>
        <w:rFonts w:cs="Arial"/>
        <w:spacing w:val="5"/>
      </w:rPr>
      <w:fldChar w:fldCharType="end"/>
    </w:r>
    <w:r w:rsidRPr="002563B9">
      <w:rPr>
        <w:rFonts w:cs="Arial"/>
        <w:spacing w:val="5"/>
      </w:rPr>
      <w:t xml:space="preserve"> </w:t>
    </w:r>
    <w:r w:rsidRPr="002563B9">
      <w:rPr>
        <w:rFonts w:cs="Arial"/>
        <w:spacing w:val="5"/>
      </w:rPr>
      <w:sym w:font="Symbol" w:char="F0C6"/>
    </w:r>
    <w:r w:rsidRPr="002563B9">
      <w:rPr>
        <w:rFonts w:cs="Arial"/>
        <w:spacing w:val="5"/>
      </w:rPr>
      <w:t xml:space="preserve"> </w:t>
    </w:r>
    <w:r w:rsidRPr="002563B9">
      <w:rPr>
        <w:rFonts w:cs="Arial"/>
        <w:b/>
        <w:spacing w:val="5"/>
      </w:rPr>
      <w:t>T</w:t>
    </w:r>
    <w:r w:rsidRPr="002563B9">
      <w:rPr>
        <w:rFonts w:cs="Arial"/>
        <w:spacing w:val="5"/>
      </w:rPr>
      <w:t xml:space="preserve">el. 07127 / 89194 - </w:t>
    </w:r>
    <w:r w:rsidRPr="002563B9">
      <w:rPr>
        <w:rFonts w:cs="Arial"/>
        <w:b/>
        <w:spacing w:val="5"/>
      </w:rPr>
      <w:t>F</w:t>
    </w:r>
    <w:r w:rsidRPr="002563B9">
      <w:rPr>
        <w:rFonts w:cs="Arial"/>
        <w:spacing w:val="5"/>
      </w:rPr>
      <w:t>ax 89118</w:t>
    </w:r>
  </w:p>
  <w:p w:rsidR="000D2DF4" w:rsidRPr="006543B3" w:rsidRDefault="000D2DF4" w:rsidP="006543B3">
    <w:pPr>
      <w:pBdr>
        <w:top w:val="single" w:sz="6" w:space="3" w:color="auto"/>
        <w:bottom w:val="single" w:sz="6" w:space="3" w:color="auto"/>
      </w:pBdr>
      <w:tabs>
        <w:tab w:val="left" w:pos="993"/>
      </w:tabs>
      <w:rPr>
        <w:rFonts w:cs="Arial"/>
      </w:rPr>
    </w:pPr>
    <w:r w:rsidRPr="002563B9">
      <w:tab/>
    </w:r>
    <w:r w:rsidRPr="002563B9">
      <w:rPr>
        <w:b/>
      </w:rPr>
      <w:t>I</w:t>
    </w:r>
    <w:r w:rsidRPr="002563B9">
      <w:t xml:space="preserve">nternet: http://www.pc-blitzhelfer.de – </w:t>
    </w:r>
    <w:r w:rsidRPr="002563B9">
      <w:rPr>
        <w:b/>
      </w:rPr>
      <w:t>M</w:t>
    </w:r>
    <w:r w:rsidRPr="002563B9">
      <w:t>obil 0172-882 79 55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2FE"/>
    <w:multiLevelType w:val="hybridMultilevel"/>
    <w:tmpl w:val="79B20E6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3581B"/>
    <w:multiLevelType w:val="multilevel"/>
    <w:tmpl w:val="B71E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80"/>
    <w:rsid w:val="00046428"/>
    <w:rsid w:val="0006077E"/>
    <w:rsid w:val="000A2BE9"/>
    <w:rsid w:val="000D2DF4"/>
    <w:rsid w:val="000D4D57"/>
    <w:rsid w:val="0023553E"/>
    <w:rsid w:val="002563B9"/>
    <w:rsid w:val="002621D0"/>
    <w:rsid w:val="0028560D"/>
    <w:rsid w:val="002B18D9"/>
    <w:rsid w:val="002F79ED"/>
    <w:rsid w:val="003137C0"/>
    <w:rsid w:val="004147FB"/>
    <w:rsid w:val="004E4198"/>
    <w:rsid w:val="00566655"/>
    <w:rsid w:val="00581E9D"/>
    <w:rsid w:val="005824B9"/>
    <w:rsid w:val="005D3CA6"/>
    <w:rsid w:val="006543B3"/>
    <w:rsid w:val="0065499A"/>
    <w:rsid w:val="006735A7"/>
    <w:rsid w:val="006B243F"/>
    <w:rsid w:val="00745038"/>
    <w:rsid w:val="00790986"/>
    <w:rsid w:val="0085790B"/>
    <w:rsid w:val="00876E75"/>
    <w:rsid w:val="008B7BB6"/>
    <w:rsid w:val="009507CA"/>
    <w:rsid w:val="00954C2D"/>
    <w:rsid w:val="00960DB8"/>
    <w:rsid w:val="00A17F5B"/>
    <w:rsid w:val="00A43750"/>
    <w:rsid w:val="00A673BD"/>
    <w:rsid w:val="00A90382"/>
    <w:rsid w:val="00B20080"/>
    <w:rsid w:val="00C37B54"/>
    <w:rsid w:val="00C91643"/>
    <w:rsid w:val="00C94F3D"/>
    <w:rsid w:val="00CA2D05"/>
    <w:rsid w:val="00CA5F72"/>
    <w:rsid w:val="00CE7F6D"/>
    <w:rsid w:val="00D029DE"/>
    <w:rsid w:val="00D1076E"/>
    <w:rsid w:val="00D63DA9"/>
    <w:rsid w:val="00DE52DF"/>
    <w:rsid w:val="00E24992"/>
    <w:rsid w:val="00E709D1"/>
    <w:rsid w:val="00F07EC1"/>
    <w:rsid w:val="00F4148B"/>
    <w:rsid w:val="00F44170"/>
    <w:rsid w:val="00FB0BE2"/>
    <w:rsid w:val="00FD3C25"/>
    <w:rsid w:val="00FD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5DE0F3"/>
  <w15:docId w15:val="{41B6022B-55B3-46B1-936F-D144E179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theme="minorBidi"/>
        <w:sz w:val="22"/>
        <w:szCs w:val="22"/>
        <w:lang w:val="de-DE" w:eastAsia="de-DE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745038"/>
    <w:rPr>
      <w:color w:val="0000FF"/>
      <w:u w:val="single"/>
    </w:rPr>
  </w:style>
  <w:style w:type="paragraph" w:styleId="Sprechblasentext">
    <w:name w:val="Balloon Text"/>
    <w:basedOn w:val="Standard"/>
    <w:semiHidden/>
    <w:rsid w:val="00790986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rsid w:val="00C37B54"/>
    <w:pPr>
      <w:spacing w:before="100" w:beforeAutospacing="1" w:after="100" w:afterAutospacing="1"/>
    </w:pPr>
    <w:rPr>
      <w:rFonts w:ascii="Times New Roman" w:hAnsi="Times New Roman"/>
      <w:color w:val="000000"/>
      <w:szCs w:val="24"/>
    </w:rPr>
  </w:style>
  <w:style w:type="character" w:customStyle="1" w:styleId="FuzeileZchn">
    <w:name w:val="Fußzeile Zchn"/>
    <w:link w:val="Fuzeile"/>
    <w:uiPriority w:val="99"/>
    <w:rsid w:val="00581E9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\w\Vorlagen2010\Muster\Anleitungen%20MUSTERKOPF%20mit%20Fu&#223;zeilen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Anleitungen MUSTERKOPF mit Fußzeilen2.dotx</Template>
  <TotalTime>0</TotalTime>
  <Pages>6</Pages>
  <Words>429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Frank Müller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10</cp:revision>
  <cp:lastPrinted>2003-12-25T15:47:00Z</cp:lastPrinted>
  <dcterms:created xsi:type="dcterms:W3CDTF">2018-06-14T19:54:00Z</dcterms:created>
  <dcterms:modified xsi:type="dcterms:W3CDTF">2018-06-14T20:53:00Z</dcterms:modified>
</cp:coreProperties>
</file>